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953CE6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953CE6" w:rsidRPr="00794D11" w:rsidRDefault="00953CE6" w:rsidP="00187174">
            <w:pPr>
              <w:tabs>
                <w:tab w:val="right" w:pos="2019"/>
              </w:tabs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  <w:r w:rsidR="00187174" w:rsidRPr="00794D11">
              <w:rPr>
                <w:rFonts w:ascii="Arial" w:hAnsi="Arial" w:cs="Arial"/>
                <w:sz w:val="22"/>
              </w:rPr>
              <w:tab/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Transition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>Suggested Order: 6 of 7</w:t>
            </w:r>
          </w:p>
        </w:tc>
      </w:tr>
      <w:tr w:rsidR="00953CE6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Behaviour outside school </w:t>
            </w:r>
          </w:p>
        </w:tc>
      </w:tr>
      <w:tr w:rsidR="00953CE6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 explore the relationship between behaviour outside school and our futures </w:t>
            </w:r>
          </w:p>
        </w:tc>
      </w:tr>
      <w:tr w:rsidR="00953CE6" w:rsidRPr="00794D11" w:rsidTr="00EC7BA9">
        <w:trPr>
          <w:trHeight w:val="568"/>
        </w:trPr>
        <w:tc>
          <w:tcPr>
            <w:tcW w:w="2235" w:type="dxa"/>
            <w:shd w:val="clear" w:color="auto" w:fill="D9D9D9" w:themeFill="background1" w:themeFillShade="D9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Sample Behaviour Outside School </w:t>
            </w:r>
            <w:r w:rsidR="00E14805" w:rsidRPr="00794D11">
              <w:rPr>
                <w:rFonts w:ascii="Arial" w:hAnsi="Arial" w:cs="Arial"/>
                <w:sz w:val="22"/>
              </w:rPr>
              <w:t>PowerPoint</w:t>
            </w:r>
          </w:p>
          <w:p w:rsidR="00953CE6" w:rsidRPr="00794D11" w:rsidRDefault="00EF2943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Storytelling i</w:t>
            </w:r>
            <w:r w:rsidR="00953CE6" w:rsidRPr="00794D11">
              <w:rPr>
                <w:rFonts w:ascii="Arial" w:hAnsi="Arial" w:cs="Arial"/>
                <w:sz w:val="22"/>
              </w:rPr>
              <w:t>mage Bank</w:t>
            </w:r>
          </w:p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Sugar Paper</w:t>
            </w:r>
          </w:p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Scissors / Glues / Markers</w:t>
            </w:r>
          </w:p>
        </w:tc>
      </w:tr>
    </w:tbl>
    <w:p w:rsidR="00953CE6" w:rsidRPr="00794D11" w:rsidRDefault="00953CE6" w:rsidP="00953CE6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953CE6" w:rsidRPr="00794D11" w:rsidTr="00187174">
        <w:tc>
          <w:tcPr>
            <w:tcW w:w="1242" w:type="dxa"/>
            <w:vAlign w:val="center"/>
          </w:tcPr>
          <w:p w:rsidR="00953CE6" w:rsidRPr="00794D11" w:rsidRDefault="00953CE6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953CE6" w:rsidRPr="00794D11" w:rsidRDefault="00953CE6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953CE6" w:rsidRPr="00794D11" w:rsidRDefault="00953CE6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953CE6" w:rsidRPr="00794D11" w:rsidRDefault="00953CE6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953CE6" w:rsidRPr="00794D11" w:rsidTr="00187174">
        <w:tc>
          <w:tcPr>
            <w:tcW w:w="1242" w:type="dxa"/>
            <w:vAlign w:val="center"/>
          </w:tcPr>
          <w:p w:rsidR="00953CE6" w:rsidRPr="00794D11" w:rsidRDefault="00953CE6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Scenario for discussion: You are a teacher on the way to work.  A group of students starts a water fight at the back of the bus. </w:t>
            </w:r>
          </w:p>
        </w:tc>
        <w:tc>
          <w:tcPr>
            <w:tcW w:w="4536" w:type="dxa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put themselves into the shoes of a teacher and consider how behaviour impacts on the school’s reputation.  </w:t>
            </w:r>
          </w:p>
        </w:tc>
        <w:tc>
          <w:tcPr>
            <w:tcW w:w="2835" w:type="dxa"/>
          </w:tcPr>
          <w:p w:rsidR="00953CE6" w:rsidRPr="00794D11" w:rsidRDefault="00953CE6" w:rsidP="00953CE6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953CE6" w:rsidRPr="00794D11" w:rsidTr="00187174">
        <w:tc>
          <w:tcPr>
            <w:tcW w:w="1242" w:type="dxa"/>
            <w:vAlign w:val="center"/>
          </w:tcPr>
          <w:p w:rsidR="00953CE6" w:rsidRPr="00794D11" w:rsidRDefault="00187174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20 </w:t>
            </w:r>
            <w:r w:rsidR="00953CE6" w:rsidRPr="00794D11">
              <w:rPr>
                <w:rFonts w:ascii="Arial" w:hAnsi="Arial" w:cs="Arial"/>
                <w:sz w:val="22"/>
              </w:rPr>
              <w:t>Mins</w:t>
            </w:r>
          </w:p>
        </w:tc>
        <w:tc>
          <w:tcPr>
            <w:tcW w:w="6237" w:type="dxa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are tasked to use the images to create a life story which begins from a student sitting in a local park at 8pm.  </w:t>
            </w:r>
          </w:p>
          <w:p w:rsidR="00187174" w:rsidRPr="00794D11" w:rsidRDefault="00187174" w:rsidP="00953CE6">
            <w:pPr>
              <w:rPr>
                <w:rFonts w:ascii="Arial" w:hAnsi="Arial" w:cs="Arial"/>
                <w:sz w:val="22"/>
              </w:rPr>
            </w:pPr>
          </w:p>
          <w:p w:rsidR="00187174" w:rsidRPr="00794D11" w:rsidRDefault="00187174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can add to the images with their own drawings and, of course, captions.  </w:t>
            </w:r>
          </w:p>
        </w:tc>
        <w:tc>
          <w:tcPr>
            <w:tcW w:w="4536" w:type="dxa"/>
          </w:tcPr>
          <w:p w:rsidR="00187174" w:rsidRPr="00794D11" w:rsidRDefault="00187174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Opportunity for creativity and storytelling.  </w:t>
            </w:r>
          </w:p>
          <w:p w:rsidR="00187174" w:rsidRPr="00794D11" w:rsidRDefault="00187174" w:rsidP="00953CE6">
            <w:pPr>
              <w:rPr>
                <w:rFonts w:ascii="Arial" w:hAnsi="Arial" w:cs="Arial"/>
                <w:sz w:val="22"/>
              </w:rPr>
            </w:pPr>
          </w:p>
          <w:p w:rsidR="00953CE6" w:rsidRPr="00794D11" w:rsidRDefault="00E14805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Typically</w:t>
            </w:r>
            <w:r w:rsidR="00187174" w:rsidRPr="00794D11">
              <w:rPr>
                <w:rFonts w:ascii="Arial" w:hAnsi="Arial" w:cs="Arial"/>
                <w:sz w:val="22"/>
              </w:rPr>
              <w:t xml:space="preserve">, students will draw negative correlations between poor behaviour outside school and their life chances. </w:t>
            </w:r>
          </w:p>
          <w:p w:rsidR="00187174" w:rsidRPr="00794D11" w:rsidRDefault="00187174" w:rsidP="00953CE6">
            <w:pPr>
              <w:rPr>
                <w:rFonts w:ascii="Arial" w:hAnsi="Arial" w:cs="Arial"/>
                <w:sz w:val="22"/>
              </w:rPr>
            </w:pPr>
          </w:p>
          <w:p w:rsidR="00187174" w:rsidRPr="00794D11" w:rsidRDefault="00187174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Diagnostic opportunity for teachers – what life experiences are students expressing knowledge of?  </w:t>
            </w:r>
          </w:p>
        </w:tc>
        <w:tc>
          <w:tcPr>
            <w:tcW w:w="2835" w:type="dxa"/>
          </w:tcPr>
          <w:p w:rsidR="00953CE6" w:rsidRPr="00794D11" w:rsidRDefault="00187174" w:rsidP="00953CE6">
            <w:pPr>
              <w:rPr>
                <w:rFonts w:ascii="Arial" w:hAnsi="Arial" w:cs="Arial"/>
                <w:i/>
                <w:sz w:val="22"/>
              </w:rPr>
            </w:pPr>
            <w:r w:rsidRPr="00794D11">
              <w:rPr>
                <w:rFonts w:ascii="Arial" w:hAnsi="Arial" w:cs="Arial"/>
                <w:i/>
                <w:sz w:val="22"/>
              </w:rPr>
              <w:t xml:space="preserve">It helps if the teacher has produced a model which incorporates images from the image bank, some simple pictures that they have drawn themselves and some words.  </w:t>
            </w:r>
          </w:p>
        </w:tc>
      </w:tr>
      <w:tr w:rsidR="00953CE6" w:rsidRPr="00794D11" w:rsidTr="00187174">
        <w:tc>
          <w:tcPr>
            <w:tcW w:w="1242" w:type="dxa"/>
            <w:vAlign w:val="center"/>
          </w:tcPr>
          <w:p w:rsidR="00953CE6" w:rsidRPr="00794D11" w:rsidRDefault="00187174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10 Mins</w:t>
            </w:r>
            <w:r w:rsidR="00953CE6" w:rsidRPr="00794D11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237" w:type="dxa"/>
          </w:tcPr>
          <w:p w:rsidR="00953CE6" w:rsidRPr="00794D11" w:rsidRDefault="00187174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Share the Work.  Students move around the room reading and looking at each other’s stories </w:t>
            </w:r>
          </w:p>
        </w:tc>
        <w:tc>
          <w:tcPr>
            <w:tcW w:w="4536" w:type="dxa"/>
            <w:vAlign w:val="center"/>
          </w:tcPr>
          <w:p w:rsidR="00953CE6" w:rsidRPr="00794D11" w:rsidRDefault="00187174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can find patterns / other stereotypical assumptions.  </w:t>
            </w:r>
          </w:p>
        </w:tc>
        <w:tc>
          <w:tcPr>
            <w:tcW w:w="2835" w:type="dxa"/>
            <w:vMerge w:val="restart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953CE6" w:rsidRPr="00794D11" w:rsidTr="00187174">
        <w:tc>
          <w:tcPr>
            <w:tcW w:w="1242" w:type="dxa"/>
            <w:vAlign w:val="center"/>
          </w:tcPr>
          <w:p w:rsidR="00953CE6" w:rsidRPr="00794D11" w:rsidRDefault="00953CE6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187174" w:rsidRPr="00794D11" w:rsidRDefault="00187174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Discussion: </w:t>
            </w:r>
          </w:p>
          <w:p w:rsidR="00953CE6" w:rsidRPr="00794D11" w:rsidRDefault="00187174" w:rsidP="0018717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Did your story end in a positive or negative way?  </w:t>
            </w:r>
          </w:p>
          <w:p w:rsidR="00187174" w:rsidRPr="00794D11" w:rsidRDefault="00187174" w:rsidP="0018717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In what ways were the stories similar / different? </w:t>
            </w:r>
          </w:p>
          <w:p w:rsidR="00187174" w:rsidRPr="00794D11" w:rsidRDefault="00187174" w:rsidP="0018717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Did you any assumptions regarding behaviour outside school and the future?  </w:t>
            </w:r>
          </w:p>
        </w:tc>
        <w:tc>
          <w:tcPr>
            <w:tcW w:w="4536" w:type="dxa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187174" w:rsidRPr="00794D11" w:rsidTr="00187174">
        <w:tc>
          <w:tcPr>
            <w:tcW w:w="1242" w:type="dxa"/>
            <w:vAlign w:val="center"/>
          </w:tcPr>
          <w:p w:rsidR="00187174" w:rsidRPr="00794D11" w:rsidRDefault="00187174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15 Mins</w:t>
            </w:r>
          </w:p>
        </w:tc>
        <w:tc>
          <w:tcPr>
            <w:tcW w:w="6237" w:type="dxa"/>
          </w:tcPr>
          <w:p w:rsidR="00187174" w:rsidRPr="00794D11" w:rsidRDefault="00187174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now asked to create a life story which ends the opposite way (either well or badly).  </w:t>
            </w:r>
          </w:p>
        </w:tc>
        <w:tc>
          <w:tcPr>
            <w:tcW w:w="4536" w:type="dxa"/>
          </w:tcPr>
          <w:p w:rsidR="00187174" w:rsidRPr="00794D11" w:rsidRDefault="00187174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Make the point that futures can be re-written.  Many students will include school as a positive element here.  </w:t>
            </w:r>
          </w:p>
        </w:tc>
        <w:tc>
          <w:tcPr>
            <w:tcW w:w="2835" w:type="dxa"/>
          </w:tcPr>
          <w:p w:rsidR="00187174" w:rsidRPr="00794D11" w:rsidRDefault="00187174" w:rsidP="00953CE6">
            <w:pPr>
              <w:rPr>
                <w:rFonts w:ascii="Arial" w:hAnsi="Arial" w:cs="Arial"/>
                <w:sz w:val="22"/>
              </w:rPr>
            </w:pPr>
          </w:p>
        </w:tc>
      </w:tr>
    </w:tbl>
    <w:p w:rsidR="00187174" w:rsidRPr="00794D11" w:rsidRDefault="00953CE6">
      <w:pPr>
        <w:rPr>
          <w:rFonts w:ascii="Arial" w:hAnsi="Arial" w:cs="Arial"/>
          <w:sz w:val="22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  <w:r w:rsidR="00187174" w:rsidRPr="00794D11">
        <w:rPr>
          <w:rFonts w:ascii="Arial" w:hAnsi="Arial" w:cs="Arial"/>
          <w:sz w:val="22"/>
        </w:rPr>
        <w:t xml:space="preserve">Include some local images e.g. local park; local universities etc.  </w:t>
      </w:r>
    </w:p>
    <w:sectPr w:rsidR="00187174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D11" w:rsidRDefault="00794D11" w:rsidP="00D07164">
      <w:pPr>
        <w:spacing w:after="0" w:line="240" w:lineRule="auto"/>
      </w:pPr>
      <w:r>
        <w:separator/>
      </w:r>
    </w:p>
  </w:endnote>
  <w:end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D4D" w:rsidRDefault="00781D4D" w:rsidP="00781D4D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D11" w:rsidRDefault="00794D11" w:rsidP="00D07164">
      <w:pPr>
        <w:spacing w:after="0" w:line="240" w:lineRule="auto"/>
      </w:pPr>
      <w:r>
        <w:separator/>
      </w:r>
    </w:p>
  </w:footnote>
  <w:foot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187174"/>
    <w:rsid w:val="00196ACF"/>
    <w:rsid w:val="001F7AA1"/>
    <w:rsid w:val="00316C77"/>
    <w:rsid w:val="00370853"/>
    <w:rsid w:val="003C7047"/>
    <w:rsid w:val="003E7804"/>
    <w:rsid w:val="0042241F"/>
    <w:rsid w:val="007061E6"/>
    <w:rsid w:val="007612E3"/>
    <w:rsid w:val="00781D4D"/>
    <w:rsid w:val="00782A45"/>
    <w:rsid w:val="00794D11"/>
    <w:rsid w:val="00953CE6"/>
    <w:rsid w:val="009B4BE8"/>
    <w:rsid w:val="009C1174"/>
    <w:rsid w:val="00D07164"/>
    <w:rsid w:val="00D151C1"/>
    <w:rsid w:val="00DB0029"/>
    <w:rsid w:val="00DB773A"/>
    <w:rsid w:val="00E14805"/>
    <w:rsid w:val="00E17BD6"/>
    <w:rsid w:val="00EC7BA9"/>
    <w:rsid w:val="00EE1E9D"/>
    <w:rsid w:val="00EF2943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A2030-E238-4DBE-9B3B-1CEC4D20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493FBCCD</Template>
  <TotalTime>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cp:lastPrinted>2017-10-09T15:23:00Z</cp:lastPrinted>
  <dcterms:created xsi:type="dcterms:W3CDTF">2018-01-11T15:13:00Z</dcterms:created>
  <dcterms:modified xsi:type="dcterms:W3CDTF">2018-01-25T11:27:00Z</dcterms:modified>
</cp:coreProperties>
</file>